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20AE0577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34E6">
        <w:rPr>
          <w:rFonts w:ascii="Corbel" w:hAnsi="Corbel"/>
          <w:i/>
          <w:smallCaps/>
          <w:sz w:val="24"/>
          <w:szCs w:val="24"/>
        </w:rPr>
        <w:t>2022-2025</w:t>
      </w:r>
    </w:p>
    <w:p w14:paraId="146A81D1" w14:textId="7849CC29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9834E6">
        <w:rPr>
          <w:rFonts w:ascii="Corbel" w:hAnsi="Corbel"/>
          <w:sz w:val="20"/>
          <w:szCs w:val="20"/>
        </w:rPr>
        <w:t>3</w:t>
      </w:r>
      <w:r w:rsidR="00A57638">
        <w:rPr>
          <w:rFonts w:ascii="Corbel" w:hAnsi="Corbel"/>
          <w:sz w:val="20"/>
          <w:szCs w:val="20"/>
        </w:rPr>
        <w:t>/</w:t>
      </w:r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9834E6">
        <w:rPr>
          <w:rFonts w:ascii="Corbel" w:hAnsi="Corbel"/>
          <w:sz w:val="20"/>
          <w:szCs w:val="20"/>
        </w:rPr>
        <w:t>4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2A0801DF" w:rsidR="0085747A" w:rsidRPr="00EC7B42" w:rsidRDefault="000C74DE" w:rsidP="000C74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C7B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45CE484A" w:rsidR="00015B8F" w:rsidRPr="00EC7B42" w:rsidRDefault="000C74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6D573CB9" w:rsidR="0085747A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6CEC19BA" w:rsidR="00C61DC5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0" w:name="_GoBack"/>
            <w:bookmarkEnd w:id="0"/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2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4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4BAFC" w14:textId="77777777" w:rsidR="00081077" w:rsidRDefault="00081077" w:rsidP="00C16ABF">
      <w:pPr>
        <w:spacing w:after="0" w:line="240" w:lineRule="auto"/>
      </w:pPr>
      <w:r>
        <w:separator/>
      </w:r>
    </w:p>
  </w:endnote>
  <w:endnote w:type="continuationSeparator" w:id="0">
    <w:p w14:paraId="53E8DDFB" w14:textId="77777777" w:rsidR="00081077" w:rsidRDefault="000810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FEECC" w14:textId="77777777" w:rsidR="00081077" w:rsidRDefault="00081077" w:rsidP="00C16ABF">
      <w:pPr>
        <w:spacing w:after="0" w:line="240" w:lineRule="auto"/>
      </w:pPr>
      <w:r>
        <w:separator/>
      </w:r>
    </w:p>
  </w:footnote>
  <w:footnote w:type="continuationSeparator" w:id="0">
    <w:p w14:paraId="6C6E7A80" w14:textId="77777777" w:rsidR="00081077" w:rsidRDefault="00081077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1077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C74DE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r.edu.pl/integro/262902015957/widera-zbigniew/media-w-komunikacji-marketingowej-organizacji-uslug-publicznych?bibFilter=26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r.edu.pl/integro/262902051668/ksiazka/marketing-we-wspolczesnej-gospodarce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r.edu.pl/integro/search/description?q=Uniwersytet+Ekonomiczny+%28Katowice%29.+Wydawnictwo&amp;index=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44D5E-BA49-4B16-9934-AE966C45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1132</Words>
  <Characters>6797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2020-10-24T23:16:00Z</dcterms:created>
  <dcterms:modified xsi:type="dcterms:W3CDTF">2022-05-29T20:06:00Z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